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E3F" w:rsidRDefault="00A36E3F" w:rsidP="0078355D">
      <w:pPr>
        <w:widowControl/>
        <w:wordWrap/>
        <w:autoSpaceDE/>
        <w:autoSpaceDN/>
        <w:jc w:val="left"/>
        <w:rPr>
          <w:rFonts w:cs="Times New Roman"/>
        </w:rPr>
      </w:pPr>
      <w:r>
        <w:rPr>
          <w:rFonts w:hint="eastAsia"/>
        </w:rPr>
        <w:t>연구방식</w:t>
      </w:r>
      <w:r>
        <w:t xml:space="preserve"> : prospective study, clinical trial – 1</w:t>
      </w:r>
      <w:r>
        <w:rPr>
          <w:rFonts w:hint="eastAsia"/>
        </w:rPr>
        <w:t>점</w:t>
      </w:r>
      <w:r>
        <w:t>, retrospective study + cohort – 0.8</w:t>
      </w:r>
      <w:r>
        <w:rPr>
          <w:rFonts w:hint="eastAsia"/>
        </w:rPr>
        <w:t>점</w:t>
      </w:r>
      <w:r>
        <w:t>, retrospective study – 0.6</w:t>
      </w:r>
      <w:r>
        <w:rPr>
          <w:rFonts w:hint="eastAsia"/>
        </w:rPr>
        <w:t>점</w:t>
      </w:r>
    </w:p>
    <w:tbl>
      <w:tblPr>
        <w:tblpPr w:leftFromText="142" w:rightFromText="142" w:vertAnchor="page" w:horzAnchor="margin" w:tblpY="34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0"/>
        <w:gridCol w:w="1845"/>
        <w:gridCol w:w="1845"/>
        <w:gridCol w:w="1845"/>
        <w:gridCol w:w="1845"/>
      </w:tblGrid>
      <w:tr w:rsidR="00A36E3F" w:rsidRPr="00833196">
        <w:tc>
          <w:tcPr>
            <w:tcW w:w="1520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  <w:rPr>
                <w:rFonts w:cs="Times New Roman"/>
              </w:rPr>
            </w:pPr>
          </w:p>
        </w:tc>
        <w:tc>
          <w:tcPr>
            <w:tcW w:w="3690" w:type="dxa"/>
            <w:gridSpan w:val="2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  <w:rPr>
                <w:rFonts w:cs="Times New Roman"/>
              </w:rPr>
            </w:pPr>
            <w:r w:rsidRPr="00833196">
              <w:rPr>
                <w:rFonts w:hint="eastAsia"/>
              </w:rPr>
              <w:t>연구</w:t>
            </w:r>
            <w:r w:rsidRPr="00833196">
              <w:t xml:space="preserve"> </w:t>
            </w:r>
            <w:r w:rsidRPr="00833196">
              <w:rPr>
                <w:rFonts w:hint="eastAsia"/>
              </w:rPr>
              <w:t>방식</w:t>
            </w:r>
          </w:p>
        </w:tc>
        <w:tc>
          <w:tcPr>
            <w:tcW w:w="3690" w:type="dxa"/>
            <w:gridSpan w:val="2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  <w:rPr>
                <w:rFonts w:cs="Times New Roman"/>
              </w:rPr>
            </w:pPr>
            <w:r w:rsidRPr="00833196">
              <w:rPr>
                <w:rFonts w:hint="eastAsia"/>
              </w:rPr>
              <w:t>저널</w:t>
            </w:r>
            <w:r w:rsidRPr="00833196">
              <w:t xml:space="preserve"> </w:t>
            </w:r>
            <w:r w:rsidRPr="00833196">
              <w:rPr>
                <w:rFonts w:hint="eastAsia"/>
              </w:rPr>
              <w:t>등급</w:t>
            </w:r>
          </w:p>
        </w:tc>
      </w:tr>
      <w:tr w:rsidR="00A36E3F" w:rsidRPr="00833196">
        <w:trPr>
          <w:trHeight w:val="624"/>
        </w:trPr>
        <w:tc>
          <w:tcPr>
            <w:tcW w:w="1520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B04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rPr>
                <w:rFonts w:cs="Times New Roman"/>
              </w:rPr>
            </w:pPr>
            <w:r w:rsidRPr="00833196">
              <w:rPr>
                <w:rFonts w:ascii="Sabon-Roman" w:hAnsi="Sabon-Roman" w:cs="Sabon-Roman"/>
                <w:kern w:val="0"/>
                <w:sz w:val="18"/>
                <w:szCs w:val="18"/>
              </w:rPr>
              <w:t>In the prospective, randomized, controlled study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1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  <w:rPr>
                <w:rFonts w:cs="Times New Roman"/>
              </w:rPr>
            </w:pPr>
            <w:r w:rsidRPr="00833196">
              <w:rPr>
                <w:rFonts w:ascii="Sabon-Roman" w:hAnsi="Sabon-Roman" w:cs="Sabon-Roman"/>
                <w:kern w:val="0"/>
                <w:sz w:val="14"/>
                <w:szCs w:val="14"/>
              </w:rPr>
              <w:t>SPINE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0.8</w:t>
            </w:r>
          </w:p>
        </w:tc>
      </w:tr>
      <w:tr w:rsidR="00A36E3F" w:rsidRPr="00833196">
        <w:tc>
          <w:tcPr>
            <w:tcW w:w="1520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B12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  <w:rPr>
                <w:rFonts w:cs="Times New Roman"/>
              </w:rPr>
            </w:pPr>
            <w:r w:rsidRPr="00833196">
              <w:rPr>
                <w:rFonts w:ascii="Palatino-Roman" w:hAnsi="Palatino-Roman" w:cs="Palatino-Roman"/>
                <w:kern w:val="0"/>
                <w:sz w:val="18"/>
                <w:szCs w:val="18"/>
              </w:rPr>
              <w:t>Clinical outcomes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1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  <w:rPr>
                <w:rFonts w:cs="Times New Roman"/>
              </w:rPr>
            </w:pPr>
            <w:r w:rsidRPr="00833196">
              <w:rPr>
                <w:rFonts w:ascii="Optima-Oblique" w:hAnsi="Optima-Oblique" w:cs="Optima-Oblique"/>
                <w:kern w:val="0"/>
                <w:sz w:val="14"/>
                <w:szCs w:val="14"/>
              </w:rPr>
              <w:t>Neurosurgery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0.8</w:t>
            </w:r>
          </w:p>
        </w:tc>
      </w:tr>
      <w:tr w:rsidR="00A36E3F" w:rsidRPr="00833196">
        <w:tc>
          <w:tcPr>
            <w:tcW w:w="1520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B15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  <w:rPr>
                <w:rFonts w:cs="Times New Roman"/>
              </w:rPr>
            </w:pPr>
            <w:r w:rsidRPr="00833196">
              <w:rPr>
                <w:rFonts w:ascii="Times New Roman" w:hAnsi="Times New Roman" w:cs="Times New Roman"/>
                <w:color w:val="231F20"/>
                <w:kern w:val="0"/>
                <w:sz w:val="22"/>
                <w:szCs w:val="22"/>
              </w:rPr>
              <w:t>retrospective study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0.6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  <w:rPr>
                <w:rFonts w:cs="Times New Roman"/>
              </w:rPr>
            </w:pPr>
            <w:r w:rsidRPr="00833196">
              <w:rPr>
                <w:rFonts w:hint="eastAsia"/>
              </w:rPr>
              <w:t>중국논문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0.6</w:t>
            </w:r>
          </w:p>
        </w:tc>
      </w:tr>
      <w:tr w:rsidR="00A36E3F" w:rsidRPr="00833196">
        <w:tc>
          <w:tcPr>
            <w:tcW w:w="1520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B16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  <w:rPr>
                <w:rFonts w:cs="Times New Roman"/>
              </w:rPr>
            </w:pPr>
            <w:r w:rsidRPr="00833196">
              <w:rPr>
                <w:rFonts w:ascii="AdvPSTIM10-R" w:hAnsi="AdvPSTIM10-R" w:cs="AdvPSTIM10-R"/>
                <w:kern w:val="0"/>
              </w:rPr>
              <w:t>clinical outcome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1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  <w:rPr>
                <w:rFonts w:cs="Times New Roman"/>
              </w:rPr>
            </w:pPr>
            <w:r w:rsidRPr="00833196">
              <w:rPr>
                <w:rFonts w:ascii="AdvPSTIM10-R" w:hAnsi="AdvPSTIM10-R" w:cs="AdvPSTIM10-R"/>
                <w:kern w:val="0"/>
                <w:sz w:val="17"/>
                <w:szCs w:val="17"/>
              </w:rPr>
              <w:t>Eur Spine J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0.8</w:t>
            </w:r>
          </w:p>
        </w:tc>
      </w:tr>
      <w:tr w:rsidR="00A36E3F" w:rsidRPr="00833196">
        <w:tc>
          <w:tcPr>
            <w:tcW w:w="1520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B17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rPr>
                <w:rFonts w:cs="Times New Roman"/>
              </w:rPr>
            </w:pPr>
            <w:r w:rsidRPr="00833196">
              <w:rPr>
                <w:rFonts w:ascii="AdvTT5843c571" w:hAnsi="AdvTT5843c571" w:cs="AdvTT5843c571"/>
                <w:kern w:val="0"/>
                <w:sz w:val="18"/>
                <w:szCs w:val="18"/>
              </w:rPr>
              <w:t>retrospectively examined 915 consecutive patients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0.6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  <w:rPr>
                <w:rFonts w:cs="Times New Roman"/>
              </w:rPr>
            </w:pPr>
            <w:r w:rsidRPr="00833196">
              <w:rPr>
                <w:rFonts w:ascii="AdvTT5843c571" w:hAnsi="AdvTT5843c571" w:cs="AdvTT5843c571"/>
                <w:kern w:val="0"/>
                <w:sz w:val="16"/>
                <w:szCs w:val="16"/>
              </w:rPr>
              <w:t>Surgical Neurology 68 (2007) 623– 631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  <w:rPr>
                <w:rFonts w:cs="Times New Roman"/>
              </w:rPr>
            </w:pPr>
            <w:r>
              <w:t>0.8</w:t>
            </w:r>
          </w:p>
        </w:tc>
      </w:tr>
      <w:tr w:rsidR="00A36E3F" w:rsidRPr="00833196">
        <w:tc>
          <w:tcPr>
            <w:tcW w:w="1520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C15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ordWrap/>
              <w:adjustRightInd w:val="0"/>
              <w:rPr>
                <w:rFonts w:ascii="Optima" w:hAnsi="Optima" w:cs="Optima"/>
                <w:kern w:val="0"/>
              </w:rPr>
            </w:pPr>
            <w:r w:rsidRPr="00833196">
              <w:rPr>
                <w:rFonts w:ascii="Optima" w:hAnsi="Optima" w:cs="Optima"/>
                <w:kern w:val="0"/>
              </w:rPr>
              <w:t>We retrospectively evaluated the 65</w:t>
            </w:r>
          </w:p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  <w:rPr>
                <w:rFonts w:cs="Times New Roman"/>
              </w:rPr>
            </w:pPr>
            <w:r w:rsidRPr="00833196">
              <w:rPr>
                <w:rFonts w:ascii="Optima" w:hAnsi="Optima" w:cs="Optima"/>
                <w:kern w:val="0"/>
              </w:rPr>
              <w:t>cases with more than 1.5 years of follow-up.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0.6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  <w:rPr>
                <w:rFonts w:cs="Times New Roman"/>
              </w:rPr>
            </w:pPr>
            <w:r w:rsidRPr="00833196">
              <w:rPr>
                <w:rFonts w:ascii="Optima-Oblique" w:hAnsi="Optima-Oblique" w:cs="Optima-Oblique"/>
                <w:kern w:val="0"/>
                <w:sz w:val="14"/>
                <w:szCs w:val="14"/>
              </w:rPr>
              <w:t>Neurosurgery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0.8</w:t>
            </w:r>
          </w:p>
        </w:tc>
      </w:tr>
      <w:tr w:rsidR="00A36E3F" w:rsidRPr="00833196">
        <w:tc>
          <w:tcPr>
            <w:tcW w:w="1520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E02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ordWrap/>
              <w:adjustRightInd w:val="0"/>
              <w:jc w:val="left"/>
              <w:rPr>
                <w:rFonts w:ascii="Optima" w:hAnsi="Optima" w:cs="Optima"/>
                <w:kern w:val="0"/>
              </w:rPr>
            </w:pPr>
            <w:r w:rsidRPr="00833196">
              <w:rPr>
                <w:rFonts w:ascii="Optima" w:hAnsi="Optima" w:cs="Optima"/>
                <w:kern w:val="0"/>
              </w:rPr>
              <w:t>We retrospectively evaluated the 65</w:t>
            </w:r>
          </w:p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  <w:rPr>
                <w:rFonts w:cs="Times New Roman"/>
              </w:rPr>
            </w:pPr>
            <w:r w:rsidRPr="00833196">
              <w:rPr>
                <w:rFonts w:ascii="Optima" w:hAnsi="Optima" w:cs="Optima"/>
                <w:kern w:val="0"/>
              </w:rPr>
              <w:t>cases with more than 1.5 years of follow-up.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0.6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rPr>
                <w:rFonts w:cs="Times New Roman"/>
              </w:rPr>
            </w:pPr>
            <w:r w:rsidRPr="00833196">
              <w:rPr>
                <w:rFonts w:ascii="Optima-Oblique" w:hAnsi="Optima-Oblique" w:cs="Optima-Oblique"/>
                <w:kern w:val="0"/>
                <w:sz w:val="14"/>
                <w:szCs w:val="14"/>
              </w:rPr>
              <w:t>Neurosurgery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0.8</w:t>
            </w:r>
          </w:p>
        </w:tc>
      </w:tr>
      <w:tr w:rsidR="00A36E3F" w:rsidRPr="00833196">
        <w:tc>
          <w:tcPr>
            <w:tcW w:w="1520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E08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  <w:rPr>
                <w:rFonts w:cs="Times New Roman"/>
              </w:rPr>
            </w:pPr>
            <w:r w:rsidRPr="00833196">
              <w:rPr>
                <w:rFonts w:ascii="Palatino-Roman" w:hAnsi="Palatino-Roman" w:cs="Palatino-Roman"/>
                <w:color w:val="231F20"/>
                <w:kern w:val="0"/>
                <w:sz w:val="16"/>
                <w:szCs w:val="16"/>
              </w:rPr>
              <w:t>A  prospective randomized trial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1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  <w:rPr>
                <w:rFonts w:cs="Times New Roman"/>
              </w:rPr>
            </w:pPr>
            <w:r w:rsidRPr="00833196">
              <w:rPr>
                <w:rFonts w:ascii="Optima" w:hAnsi="Optima" w:cs="Optima"/>
                <w:color w:val="231F20"/>
                <w:kern w:val="0"/>
                <w:sz w:val="14"/>
                <w:szCs w:val="14"/>
              </w:rPr>
              <w:t>Neurosurgery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0.8</w:t>
            </w:r>
          </w:p>
        </w:tc>
      </w:tr>
      <w:tr w:rsidR="00A36E3F" w:rsidRPr="00833196">
        <w:tc>
          <w:tcPr>
            <w:tcW w:w="1520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G02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  <w:rPr>
                <w:rFonts w:cs="Times New Roman"/>
              </w:rPr>
            </w:pPr>
            <w:r w:rsidRPr="00833196">
              <w:rPr>
                <w:rFonts w:ascii="Thomas" w:hAnsi="Thomas" w:cs="Thomas"/>
                <w:kern w:val="0"/>
                <w:sz w:val="18"/>
                <w:szCs w:val="18"/>
              </w:rPr>
              <w:t>the clinical outcomes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1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  <w:rPr>
                <w:rFonts w:cs="Times New Roman"/>
              </w:rPr>
            </w:pPr>
            <w:r w:rsidRPr="00833196">
              <w:rPr>
                <w:rFonts w:ascii="바탕" w:eastAsia="바탕" w:hAnsi="바탕" w:cs="바탕" w:hint="eastAsia"/>
                <w:kern w:val="0"/>
                <w:sz w:val="16"/>
                <w:szCs w:val="16"/>
              </w:rPr>
              <w:t>대한척추외과학회지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0.6</w:t>
            </w:r>
          </w:p>
        </w:tc>
      </w:tr>
      <w:tr w:rsidR="00A36E3F" w:rsidRPr="00833196">
        <w:trPr>
          <w:trHeight w:val="285"/>
        </w:trPr>
        <w:tc>
          <w:tcPr>
            <w:tcW w:w="1520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G13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  <w:rPr>
                <w:rFonts w:cs="Times New Roman"/>
              </w:rPr>
            </w:pPr>
            <w:r w:rsidRPr="00833196">
              <w:rPr>
                <w:rFonts w:ascii="DIN-Light" w:eastAsia="DIN-Light" w:cs="DIN-Light"/>
                <w:kern w:val="0"/>
                <w:sz w:val="18"/>
                <w:szCs w:val="18"/>
              </w:rPr>
              <w:t>the clinical data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1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  <w:rPr>
                <w:rFonts w:cs="Times New Roman"/>
              </w:rPr>
            </w:pPr>
            <w:r w:rsidRPr="00833196">
              <w:rPr>
                <w:rFonts w:ascii="FuturiSW-Plain" w:eastAsia="FuturiSW-Plain" w:cs="FuturiSW-Plain"/>
                <w:kern w:val="0"/>
                <w:sz w:val="17"/>
                <w:szCs w:val="17"/>
              </w:rPr>
              <w:t>J Korean Neurosurg Soc 39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0.6</w:t>
            </w:r>
          </w:p>
        </w:tc>
      </w:tr>
      <w:tr w:rsidR="00A36E3F" w:rsidRPr="00833196">
        <w:trPr>
          <w:trHeight w:val="285"/>
        </w:trPr>
        <w:tc>
          <w:tcPr>
            <w:tcW w:w="1520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G15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  <w:rPr>
                <w:rFonts w:ascii="DIN-Light" w:eastAsia="DIN-Light" w:cs="DIN-Light"/>
                <w:kern w:val="0"/>
                <w:sz w:val="18"/>
                <w:szCs w:val="18"/>
              </w:rPr>
            </w:pPr>
            <w:r w:rsidRPr="00833196">
              <w:rPr>
                <w:rFonts w:ascii="DIN-Light" w:eastAsia="DIN-Light" w:cs="DIN-Light"/>
                <w:kern w:val="0"/>
                <w:sz w:val="18"/>
                <w:szCs w:val="18"/>
              </w:rPr>
              <w:t>Retrospective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0.6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  <w:rPr>
                <w:rFonts w:ascii="FuturiSW-Plain" w:eastAsia="FuturiSW-Plain" w:cs="FuturiSW-Plain"/>
                <w:kern w:val="0"/>
                <w:sz w:val="17"/>
                <w:szCs w:val="17"/>
              </w:rPr>
            </w:pPr>
            <w:r w:rsidRPr="00833196">
              <w:rPr>
                <w:rFonts w:ascii="FuturiSW-Plain" w:eastAsia="FuturiSW-Plain" w:cs="FuturiSW-Plain"/>
                <w:kern w:val="0"/>
                <w:sz w:val="17"/>
                <w:szCs w:val="17"/>
              </w:rPr>
              <w:t>Korean J Spine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0.6</w:t>
            </w:r>
          </w:p>
        </w:tc>
      </w:tr>
      <w:tr w:rsidR="00A36E3F" w:rsidRPr="00833196">
        <w:tc>
          <w:tcPr>
            <w:tcW w:w="1520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I04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  <w:rPr>
                <w:rFonts w:cs="Times New Roman"/>
              </w:rPr>
            </w:pPr>
            <w:r w:rsidRPr="00833196">
              <w:rPr>
                <w:rFonts w:ascii="Univers" w:hAnsi="Univers" w:cs="Univers"/>
                <w:kern w:val="0"/>
                <w:sz w:val="16"/>
                <w:szCs w:val="16"/>
              </w:rPr>
              <w:t>prospectively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1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  <w:rPr>
                <w:rFonts w:cs="Times New Roman"/>
              </w:rPr>
            </w:pPr>
            <w:r w:rsidRPr="00833196">
              <w:rPr>
                <w:rFonts w:ascii="Sabon-Roman" w:hAnsi="Sabon-Roman" w:cs="Sabon-Roman"/>
                <w:kern w:val="0"/>
                <w:sz w:val="14"/>
                <w:szCs w:val="14"/>
              </w:rPr>
              <w:t>SPINE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0.8</w:t>
            </w:r>
          </w:p>
        </w:tc>
      </w:tr>
      <w:tr w:rsidR="00A36E3F" w:rsidRPr="00833196">
        <w:tc>
          <w:tcPr>
            <w:tcW w:w="1520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J05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ordWrap/>
              <w:adjustRightInd w:val="0"/>
              <w:rPr>
                <w:rFonts w:cs="Times New Roman"/>
              </w:rPr>
            </w:pPr>
            <w:r w:rsidRPr="00833196">
              <w:rPr>
                <w:rFonts w:ascii="AdvPTimes" w:hAnsi="AdvPTimes" w:cs="AdvPTimes"/>
                <w:kern w:val="0"/>
              </w:rPr>
              <w:t>In  this prospective study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1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  <w:rPr>
                <w:rFonts w:cs="Times New Roman"/>
              </w:rPr>
            </w:pPr>
            <w:r w:rsidRPr="00833196">
              <w:rPr>
                <w:rFonts w:ascii="AdvPTimes" w:hAnsi="AdvPTimes" w:cs="AdvPTimes"/>
                <w:kern w:val="0"/>
                <w:sz w:val="17"/>
                <w:szCs w:val="17"/>
              </w:rPr>
              <w:t>Eur Spine J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0.8</w:t>
            </w:r>
          </w:p>
        </w:tc>
      </w:tr>
      <w:tr w:rsidR="00A36E3F" w:rsidRPr="00833196">
        <w:tc>
          <w:tcPr>
            <w:tcW w:w="1520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J06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Clinical trial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1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  <w:rPr>
                <w:rFonts w:cs="Times New Roman"/>
              </w:rPr>
            </w:pPr>
            <w:r w:rsidRPr="00833196">
              <w:rPr>
                <w:rFonts w:ascii="Times-Bold" w:hAnsi="Times-Bold" w:cs="Times-Bold"/>
                <w:b/>
                <w:bCs/>
                <w:kern w:val="0"/>
                <w:sz w:val="18"/>
                <w:szCs w:val="18"/>
              </w:rPr>
              <w:t>J  Neurosurg Spine 8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0.8</w:t>
            </w:r>
          </w:p>
        </w:tc>
      </w:tr>
      <w:tr w:rsidR="00A36E3F" w:rsidRPr="00833196">
        <w:tc>
          <w:tcPr>
            <w:tcW w:w="1520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K01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RCT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1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  <w:rPr>
                <w:rFonts w:cs="Times New Roman"/>
              </w:rPr>
            </w:pPr>
            <w:r w:rsidRPr="00833196">
              <w:rPr>
                <w:rFonts w:ascii="Syntax-Roman" w:hAnsi="Syntax-Roman" w:cs="Syntax-Roman"/>
                <w:color w:val="292526"/>
                <w:kern w:val="0"/>
                <w:sz w:val="14"/>
                <w:szCs w:val="14"/>
              </w:rPr>
              <w:t>JAMA!!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1</w:t>
            </w:r>
          </w:p>
        </w:tc>
      </w:tr>
      <w:tr w:rsidR="00A36E3F" w:rsidRPr="00833196">
        <w:tc>
          <w:tcPr>
            <w:tcW w:w="1520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I01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This retrospectively</w:t>
            </w:r>
          </w:p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defined cohort of patients,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0.8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Spine</w:t>
            </w:r>
          </w:p>
        </w:tc>
        <w:tc>
          <w:tcPr>
            <w:tcW w:w="1845" w:type="dxa"/>
          </w:tcPr>
          <w:p w:rsidR="00A36E3F" w:rsidRPr="00833196" w:rsidRDefault="00A36E3F" w:rsidP="00833196">
            <w:pPr>
              <w:widowControl/>
              <w:wordWrap/>
              <w:autoSpaceDE/>
              <w:autoSpaceDN/>
              <w:jc w:val="left"/>
            </w:pPr>
            <w:r w:rsidRPr="00833196">
              <w:t>0.8</w:t>
            </w:r>
          </w:p>
        </w:tc>
      </w:tr>
    </w:tbl>
    <w:p w:rsidR="00A36E3F" w:rsidRDefault="00A36E3F" w:rsidP="0078355D">
      <w:pPr>
        <w:widowControl/>
        <w:wordWrap/>
        <w:autoSpaceDE/>
        <w:autoSpaceDN/>
        <w:jc w:val="left"/>
        <w:rPr>
          <w:rFonts w:cs="Times New Roman"/>
        </w:rPr>
      </w:pPr>
      <w:r>
        <w:rPr>
          <w:rFonts w:hint="eastAsia"/>
        </w:rPr>
        <w:t>저널등급</w:t>
      </w:r>
      <w:r>
        <w:t xml:space="preserve"> : JAMA, NEJM, lancet – 1</w:t>
      </w:r>
      <w:r>
        <w:rPr>
          <w:rFonts w:hint="eastAsia"/>
        </w:rPr>
        <w:t>점</w:t>
      </w:r>
      <w:r>
        <w:t xml:space="preserve">, </w:t>
      </w:r>
      <w:r>
        <w:rPr>
          <w:rFonts w:hint="eastAsia"/>
        </w:rPr>
        <w:t>일반적인</w:t>
      </w:r>
      <w:r>
        <w:t xml:space="preserve"> SCI – 0.8</w:t>
      </w:r>
      <w:r>
        <w:rPr>
          <w:rFonts w:hint="eastAsia"/>
        </w:rPr>
        <w:t>점</w:t>
      </w:r>
      <w:r>
        <w:t xml:space="preserve">, </w:t>
      </w:r>
      <w:r>
        <w:rPr>
          <w:rFonts w:hint="eastAsia"/>
        </w:rPr>
        <w:t>국내</w:t>
      </w:r>
      <w:r>
        <w:t xml:space="preserve">, </w:t>
      </w:r>
      <w:r>
        <w:rPr>
          <w:rFonts w:hint="eastAsia"/>
        </w:rPr>
        <w:t>기타</w:t>
      </w:r>
      <w:r>
        <w:t xml:space="preserve"> – 0.6</w:t>
      </w:r>
      <w:r>
        <w:rPr>
          <w:rFonts w:hint="eastAsia"/>
        </w:rPr>
        <w:t>점</w:t>
      </w:r>
    </w:p>
    <w:sectPr w:rsidR="00A36E3F" w:rsidSect="006D687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E3F" w:rsidRDefault="00A36E3F" w:rsidP="007E2CE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36E3F" w:rsidRDefault="00A36E3F" w:rsidP="007E2CE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bon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-Obliqu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PSTIM10-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TT5843c57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homa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IN-Light">
    <w:altName w:val="굴림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FuturiSW-Plain">
    <w:altName w:val="굴림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P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ntax-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E3F" w:rsidRDefault="00A36E3F" w:rsidP="007E2CE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36E3F" w:rsidRDefault="00A36E3F" w:rsidP="007E2CE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800"/>
  <w:doNotHyphenateCaps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5246"/>
    <w:rsid w:val="000108B4"/>
    <w:rsid w:val="000129B9"/>
    <w:rsid w:val="00137F9F"/>
    <w:rsid w:val="001462BA"/>
    <w:rsid w:val="001570D8"/>
    <w:rsid w:val="002C43B7"/>
    <w:rsid w:val="004317D5"/>
    <w:rsid w:val="004B5B88"/>
    <w:rsid w:val="00572179"/>
    <w:rsid w:val="005C4A3F"/>
    <w:rsid w:val="005C5246"/>
    <w:rsid w:val="005E7041"/>
    <w:rsid w:val="006D6871"/>
    <w:rsid w:val="0070358A"/>
    <w:rsid w:val="0078355D"/>
    <w:rsid w:val="007E2CE2"/>
    <w:rsid w:val="00833196"/>
    <w:rsid w:val="008C64C2"/>
    <w:rsid w:val="009032C4"/>
    <w:rsid w:val="00980C83"/>
    <w:rsid w:val="009F695E"/>
    <w:rsid w:val="00A36E3F"/>
    <w:rsid w:val="00AC1D56"/>
    <w:rsid w:val="00AE450A"/>
    <w:rsid w:val="00AF3BCA"/>
    <w:rsid w:val="00B87E8A"/>
    <w:rsid w:val="00BC0CED"/>
    <w:rsid w:val="00CB1EAA"/>
    <w:rsid w:val="00CF1190"/>
    <w:rsid w:val="00D312EF"/>
    <w:rsid w:val="00D35E72"/>
    <w:rsid w:val="00E03734"/>
    <w:rsid w:val="00E65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맑은 고딕" w:eastAsia="맑은 고딕" w:hAnsi="맑은 고딕" w:cs="Times New Roman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871"/>
    <w:pPr>
      <w:widowControl w:val="0"/>
      <w:wordWrap w:val="0"/>
      <w:autoSpaceDE w:val="0"/>
      <w:autoSpaceDN w:val="0"/>
      <w:jc w:val="both"/>
    </w:pPr>
    <w:rPr>
      <w:rFonts w:cs="맑은 고딕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C5246"/>
    <w:rPr>
      <w:rFonts w:cs="맑은 고딕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7E2CE2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E2CE2"/>
  </w:style>
  <w:style w:type="paragraph" w:styleId="Footer">
    <w:name w:val="footer"/>
    <w:basedOn w:val="Normal"/>
    <w:link w:val="FooterChar"/>
    <w:uiPriority w:val="99"/>
    <w:semiHidden/>
    <w:rsid w:val="007E2CE2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E2C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164</Words>
  <Characters>937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연구방식 : prospective study, clinical trial – 1점, retrospective study + cohort – 0</dc:title>
  <dc:subject/>
  <dc:creator>In Kyum</dc:creator>
  <cp:keywords/>
  <dc:description/>
  <cp:lastModifiedBy>Admin7</cp:lastModifiedBy>
  <cp:revision>3</cp:revision>
  <dcterms:created xsi:type="dcterms:W3CDTF">2011-02-27T05:24:00Z</dcterms:created>
  <dcterms:modified xsi:type="dcterms:W3CDTF">2011-02-27T05:24:00Z</dcterms:modified>
</cp:coreProperties>
</file>